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062FE9A3"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5E7272">
        <w:rPr>
          <w:b/>
          <w:lang w:val="en-GB"/>
        </w:rPr>
        <w:t xml:space="preserve">: </w:t>
      </w:r>
      <w:r w:rsidR="005E7272" w:rsidRPr="00FC0DEB">
        <w:t>25-g006-25</w:t>
      </w:r>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940C4" w14:textId="77777777" w:rsidR="00C10D30" w:rsidRDefault="00C10D30">
      <w:r>
        <w:separator/>
      </w:r>
    </w:p>
  </w:endnote>
  <w:endnote w:type="continuationSeparator" w:id="0">
    <w:p w14:paraId="6B20A4A6" w14:textId="77777777" w:rsidR="00C10D30" w:rsidRDefault="00C10D30">
      <w:r>
        <w:continuationSeparator/>
      </w:r>
    </w:p>
  </w:endnote>
  <w:endnote w:type="continuationNotice" w:id="1">
    <w:p w14:paraId="24FA9D77" w14:textId="77777777" w:rsidR="00C10D30" w:rsidRDefault="00C10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159D220" w:rsidR="00133D55" w:rsidRDefault="00133D55" w:rsidP="004878F3">
    <w:pPr>
      <w:pStyle w:val="Footer"/>
    </w:pPr>
    <w:r>
      <w:fldChar w:fldCharType="begin"/>
    </w:r>
    <w:r>
      <w:instrText xml:space="preserve"> DATE \@ "yyyy-MM-dd" </w:instrText>
    </w:r>
    <w:r>
      <w:fldChar w:fldCharType="separate"/>
    </w:r>
    <w:r w:rsidR="005E7272">
      <w:rPr>
        <w:noProof/>
      </w:rPr>
      <w:t>2025-05-23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2E60D" w14:textId="77777777" w:rsidR="00C10D30" w:rsidRDefault="00C10D30">
      <w:r>
        <w:separator/>
      </w:r>
    </w:p>
  </w:footnote>
  <w:footnote w:type="continuationSeparator" w:id="0">
    <w:p w14:paraId="0C964277" w14:textId="77777777" w:rsidR="00C10D30" w:rsidRDefault="00C10D30">
      <w:r>
        <w:continuationSeparator/>
      </w:r>
    </w:p>
  </w:footnote>
  <w:footnote w:type="continuationNotice" w:id="1">
    <w:p w14:paraId="0A5A1FFE" w14:textId="77777777" w:rsidR="00C10D30" w:rsidRDefault="00C10D3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272"/>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30CE"/>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0D30"/>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1011</Words>
  <Characters>5602</Characters>
  <Application>Microsoft Office Word</Application>
  <DocSecurity>0</DocSecurity>
  <Lines>93</Lines>
  <Paragraphs>43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Bwabwaraua</cp:lastModifiedBy>
  <cp:revision>5</cp:revision>
  <cp:lastPrinted>2013-10-18T08:32:00Z</cp:lastPrinted>
  <dcterms:created xsi:type="dcterms:W3CDTF">2020-07-06T12:37:00Z</dcterms:created>
  <dcterms:modified xsi:type="dcterms:W3CDTF">2025-05-22T23:58:00Z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9d69bbf1-62f2-4982-a67f-b1d488622e16</vt:lpwstr>
  </property>
</Properties>
</file>